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horzAnchor="margin" w:tblpY="-7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0"/>
        <w:gridCol w:w="345"/>
        <w:gridCol w:w="1389"/>
        <w:gridCol w:w="2722"/>
        <w:gridCol w:w="2534"/>
        <w:gridCol w:w="2431"/>
        <w:gridCol w:w="2471"/>
      </w:tblGrid>
      <w:tr w:rsidR="00CD73EF" w:rsidRPr="006E5CE6" w:rsidTr="00CD73EF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EF" w:rsidRPr="005B2AA9" w:rsidRDefault="00CD73E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Competencias funcionales</w:t>
            </w:r>
          </w:p>
        </w:tc>
      </w:tr>
      <w:tr w:rsidR="00C70C48" w:rsidRPr="006E5CE6" w:rsidTr="00CD73E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EF" w:rsidRPr="005B2AA9" w:rsidRDefault="00CD73E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Área de gestión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EF" w:rsidRPr="005B2AA9" w:rsidRDefault="00CD73E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EF" w:rsidRPr="005B2AA9" w:rsidRDefault="00CD73EF">
            <w:pPr>
              <w:spacing w:after="0" w:line="240" w:lineRule="auto"/>
              <w:rPr>
                <w:sz w:val="18"/>
                <w:szCs w:val="18"/>
              </w:rPr>
            </w:pPr>
          </w:p>
          <w:p w:rsidR="00CD73EF" w:rsidRPr="005B2AA9" w:rsidRDefault="00CD73E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Competencia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EF" w:rsidRPr="005B2AA9" w:rsidRDefault="00CD73EF">
            <w:pPr>
              <w:spacing w:after="0" w:line="240" w:lineRule="auto"/>
              <w:rPr>
                <w:sz w:val="18"/>
                <w:szCs w:val="18"/>
              </w:rPr>
            </w:pPr>
          </w:p>
          <w:p w:rsidR="00CD73EF" w:rsidRPr="005B2AA9" w:rsidRDefault="00CD73E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Contribución individual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EF" w:rsidRPr="005B2AA9" w:rsidRDefault="00CD73EF">
            <w:pPr>
              <w:spacing w:after="0" w:line="240" w:lineRule="auto"/>
              <w:rPr>
                <w:sz w:val="18"/>
                <w:szCs w:val="18"/>
              </w:rPr>
            </w:pPr>
          </w:p>
          <w:p w:rsidR="00CD73EF" w:rsidRPr="005B2AA9" w:rsidRDefault="00CD73E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Criterios de evaluación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EF" w:rsidRPr="005B2AA9" w:rsidRDefault="00CD73EF">
            <w:pPr>
              <w:spacing w:after="0" w:line="240" w:lineRule="auto"/>
              <w:rPr>
                <w:sz w:val="18"/>
                <w:szCs w:val="18"/>
              </w:rPr>
            </w:pPr>
          </w:p>
          <w:p w:rsidR="00CD73EF" w:rsidRPr="005B2AA9" w:rsidRDefault="00CD73E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Evidencias primera valoración.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EF" w:rsidRPr="005B2AA9" w:rsidRDefault="00CD73E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CD73EF" w:rsidRPr="005B2AA9" w:rsidRDefault="00CD73E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Evidencias segunda valoración.</w:t>
            </w:r>
          </w:p>
        </w:tc>
      </w:tr>
      <w:tr w:rsidR="00C70C48" w:rsidRPr="006E5CE6" w:rsidTr="00CD73E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EF" w:rsidRPr="005B2AA9" w:rsidRDefault="00CD73E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Área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EF" w:rsidRPr="005B2AA9" w:rsidRDefault="00CD73EF">
            <w:p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3EF" w:rsidRPr="005B2AA9" w:rsidRDefault="00CD73E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3EF" w:rsidRPr="005B2AA9" w:rsidRDefault="00CD73E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3EF" w:rsidRPr="005B2AA9" w:rsidRDefault="00CD73E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3EF" w:rsidRPr="005B2AA9" w:rsidRDefault="00CD73E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3EF" w:rsidRPr="005B2AA9" w:rsidRDefault="00CD73E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C70C48" w:rsidRPr="006E5CE6" w:rsidTr="002D4118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Académica</w:t>
            </w: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rPr>
                <w:sz w:val="18"/>
                <w:szCs w:val="18"/>
              </w:rPr>
            </w:pPr>
          </w:p>
          <w:p w:rsidR="00142446" w:rsidRPr="005B2AA9" w:rsidRDefault="00142446">
            <w:pPr>
              <w:rPr>
                <w:sz w:val="18"/>
                <w:szCs w:val="18"/>
              </w:rPr>
            </w:pPr>
          </w:p>
          <w:p w:rsidR="00142446" w:rsidRPr="005B2AA9" w:rsidRDefault="00142446">
            <w:pPr>
              <w:rPr>
                <w:sz w:val="18"/>
                <w:szCs w:val="18"/>
              </w:rPr>
            </w:pPr>
          </w:p>
          <w:p w:rsidR="00142446" w:rsidRPr="005B2AA9" w:rsidRDefault="00142446">
            <w:pPr>
              <w:rPr>
                <w:sz w:val="18"/>
                <w:szCs w:val="18"/>
              </w:rPr>
            </w:pPr>
          </w:p>
          <w:p w:rsidR="00142446" w:rsidRPr="005B2AA9" w:rsidRDefault="001424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Dominio curricular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Default="00137CF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Aplicar nuevos contenidos que mejoren la dinámica de trabajo y los resultados obtenidos.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Default="00142446" w:rsidP="006E5CE6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Aplicabilidad</w:t>
            </w:r>
          </w:p>
          <w:p w:rsidR="00137CFC" w:rsidRDefault="00137CFC" w:rsidP="006E5CE6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Pertinencia.</w:t>
            </w:r>
          </w:p>
          <w:p w:rsidR="00142446" w:rsidRDefault="00137CFC" w:rsidP="006E5CE6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Viabilidad. </w:t>
            </w:r>
          </w:p>
          <w:p w:rsidR="00142446" w:rsidRDefault="00142446" w:rsidP="00E70C07">
            <w:pPr>
              <w:spacing w:after="0" w:line="240" w:lineRule="auto"/>
              <w:rPr>
                <w:sz w:val="18"/>
                <w:szCs w:val="18"/>
              </w:rPr>
            </w:pPr>
          </w:p>
          <w:p w:rsidR="00142446" w:rsidRPr="005B2AA9" w:rsidRDefault="00142446" w:rsidP="00E70C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Default="00137CFC" w:rsidP="00137CFC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contenidos escritos en el plan de área.</w:t>
            </w:r>
          </w:p>
          <w:p w:rsidR="00137CFC" w:rsidRDefault="00137CFC" w:rsidP="00137CFC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Libreta para preparar clases.</w:t>
            </w:r>
          </w:p>
          <w:p w:rsidR="00137CFC" w:rsidRPr="005B2AA9" w:rsidRDefault="00137CFC" w:rsidP="00F763AC">
            <w:pPr>
              <w:spacing w:after="0" w:line="24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Default="00137CF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Preparador de clases.</w:t>
            </w:r>
          </w:p>
          <w:p w:rsidR="00137CFC" w:rsidRPr="005B2AA9" w:rsidRDefault="00137CF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Resultados de pruebas externas de grado 11</w:t>
            </w:r>
          </w:p>
        </w:tc>
      </w:tr>
      <w:tr w:rsidR="00C70C48" w:rsidRPr="006E5CE6" w:rsidTr="002D411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Planeación y</w:t>
            </w: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organización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Default="00137CF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Diseñar y aplicar un nuevo formato para aplicar en la org</w:t>
            </w:r>
            <w:r w:rsidR="00594911">
              <w:rPr>
                <w:rFonts w:ascii="Arial" w:hAnsi="Arial" w:cs="Arial"/>
                <w:sz w:val="14"/>
                <w:szCs w:val="14"/>
              </w:rPr>
              <w:t>anización del  plan de aula 2011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 w:rsidP="001C78D9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 xml:space="preserve">Pertinencia </w:t>
            </w:r>
          </w:p>
          <w:p w:rsidR="00142446" w:rsidRPr="005B2AA9" w:rsidRDefault="00142446" w:rsidP="001C78D9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Viabilidad</w:t>
            </w:r>
          </w:p>
          <w:p w:rsidR="00142446" w:rsidRPr="005B2AA9" w:rsidRDefault="00142446" w:rsidP="001C78D9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 xml:space="preserve">Utilidad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 xml:space="preserve"> Plan de aula</w:t>
            </w:r>
            <w:r w:rsidR="00BD4A8E">
              <w:rPr>
                <w:sz w:val="18"/>
                <w:szCs w:val="18"/>
              </w:rPr>
              <w:t xml:space="preserve"> nuevo con algunos aspectos en blanco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 xml:space="preserve">- </w:t>
            </w:r>
            <w:r w:rsidR="00BD4A8E">
              <w:rPr>
                <w:sz w:val="18"/>
                <w:szCs w:val="18"/>
              </w:rPr>
              <w:t>plan de aula totalmente diligenciado</w:t>
            </w:r>
            <w:r>
              <w:rPr>
                <w:sz w:val="18"/>
                <w:szCs w:val="18"/>
              </w:rPr>
              <w:t>.</w:t>
            </w:r>
          </w:p>
        </w:tc>
      </w:tr>
      <w:tr w:rsidR="00C70C48" w:rsidRPr="006E5CE6" w:rsidTr="002D411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 xml:space="preserve">Pedagogía </w:t>
            </w: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Y didáctica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A8E" w:rsidRDefault="00BD4A8E" w:rsidP="00BD4A8E">
            <w:pPr>
              <w:rPr>
                <w:rFonts w:ascii="Arial" w:hAnsi="Arial" w:cs="Arial"/>
                <w:sz w:val="16"/>
                <w:szCs w:val="16"/>
              </w:rPr>
            </w:pPr>
          </w:p>
          <w:p w:rsidR="00142446" w:rsidRDefault="00BD4A8E">
            <w:pPr>
              <w:rPr>
                <w:rFonts w:ascii="Arial" w:hAnsi="Arial" w:cs="Arial"/>
                <w:sz w:val="14"/>
                <w:szCs w:val="14"/>
              </w:rPr>
            </w:pPr>
            <w:r w:rsidRPr="001433A4">
              <w:rPr>
                <w:rFonts w:ascii="Arial" w:hAnsi="Arial" w:cs="Arial"/>
                <w:sz w:val="16"/>
                <w:szCs w:val="16"/>
              </w:rPr>
              <w:t>Desarrollar un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1433A4">
              <w:rPr>
                <w:rFonts w:ascii="Arial" w:hAnsi="Arial" w:cs="Arial"/>
                <w:sz w:val="16"/>
                <w:szCs w:val="16"/>
              </w:rPr>
              <w:t xml:space="preserve"> estrategia metodológica en el área de</w:t>
            </w:r>
            <w:r>
              <w:rPr>
                <w:rFonts w:ascii="Arial" w:hAnsi="Arial" w:cs="Arial"/>
                <w:sz w:val="16"/>
                <w:szCs w:val="16"/>
              </w:rPr>
              <w:t xml:space="preserve"> idioma extranjero</w:t>
            </w:r>
            <w:r w:rsidRPr="001433A4">
              <w:rPr>
                <w:rFonts w:ascii="Arial" w:hAnsi="Arial" w:cs="Arial"/>
                <w:sz w:val="16"/>
                <w:szCs w:val="16"/>
              </w:rPr>
              <w:t>, basada en el desarrollo de competencias básicas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8E" w:rsidRDefault="00BD4A8E" w:rsidP="00BD4A8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142446" w:rsidRDefault="00142446" w:rsidP="001C78D9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Utilidad</w:t>
            </w:r>
          </w:p>
          <w:p w:rsidR="00142446" w:rsidRPr="005B2AA9" w:rsidRDefault="00142446" w:rsidP="001C78D9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Innovación</w:t>
            </w:r>
          </w:p>
          <w:p w:rsidR="00142446" w:rsidRPr="005B2AA9" w:rsidRDefault="00142446" w:rsidP="001C78D9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 xml:space="preserve">Aplicabilidad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8E" w:rsidRDefault="00BD4A8E" w:rsidP="00BD4A8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142446" w:rsidRPr="005B2AA9" w:rsidRDefault="00142446" w:rsidP="00437488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Plan de área</w:t>
            </w:r>
          </w:p>
          <w:p w:rsidR="00142446" w:rsidRPr="005B2AA9" w:rsidRDefault="00142446" w:rsidP="00437488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Diario de campo</w:t>
            </w:r>
          </w:p>
          <w:p w:rsidR="00142446" w:rsidRPr="005B2AA9" w:rsidRDefault="00142446" w:rsidP="00437488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Preparador de clase</w:t>
            </w:r>
            <w:r w:rsidR="0047477B">
              <w:rPr>
                <w:sz w:val="18"/>
                <w:szCs w:val="18"/>
              </w:rPr>
              <w:t>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8E" w:rsidRDefault="00BD4A8E" w:rsidP="00BD4A8E">
            <w:pPr>
              <w:spacing w:after="0" w:line="240" w:lineRule="auto"/>
              <w:ind w:left="-43"/>
              <w:rPr>
                <w:sz w:val="18"/>
                <w:szCs w:val="18"/>
              </w:rPr>
            </w:pPr>
          </w:p>
          <w:p w:rsidR="00142446" w:rsidRPr="005B2AA9" w:rsidRDefault="00142446" w:rsidP="00677279">
            <w:pPr>
              <w:numPr>
                <w:ilvl w:val="0"/>
                <w:numId w:val="1"/>
              </w:numPr>
              <w:spacing w:after="0" w:line="240" w:lineRule="auto"/>
              <w:ind w:left="317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Plan de área</w:t>
            </w:r>
          </w:p>
          <w:p w:rsidR="00142446" w:rsidRPr="005B2AA9" w:rsidRDefault="00142446" w:rsidP="00437488">
            <w:pPr>
              <w:numPr>
                <w:ilvl w:val="0"/>
                <w:numId w:val="1"/>
              </w:numPr>
              <w:spacing w:after="0" w:line="240" w:lineRule="auto"/>
              <w:ind w:left="317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Diario de campo</w:t>
            </w:r>
          </w:p>
          <w:p w:rsidR="00142446" w:rsidRDefault="00142446" w:rsidP="006111D9">
            <w:pPr>
              <w:tabs>
                <w:tab w:val="left" w:pos="207"/>
              </w:tabs>
              <w:spacing w:after="0" w:line="240" w:lineRule="auto"/>
              <w:ind w:right="576"/>
              <w:rPr>
                <w:sz w:val="18"/>
                <w:szCs w:val="18"/>
              </w:rPr>
            </w:pPr>
            <w:r w:rsidRPr="006111D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   </w:t>
            </w:r>
            <w:r w:rsidRPr="005B2AA9">
              <w:rPr>
                <w:sz w:val="18"/>
                <w:szCs w:val="18"/>
              </w:rPr>
              <w:t>Preparador de clase</w:t>
            </w:r>
          </w:p>
          <w:p w:rsidR="00142446" w:rsidRPr="005B2AA9" w:rsidRDefault="00142446" w:rsidP="006111D9">
            <w:pPr>
              <w:tabs>
                <w:tab w:val="left" w:pos="207"/>
              </w:tabs>
              <w:spacing w:after="0" w:line="240" w:lineRule="auto"/>
              <w:ind w:right="5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Aporte de los estudiantes</w:t>
            </w:r>
          </w:p>
        </w:tc>
      </w:tr>
      <w:tr w:rsidR="00C70C48" w:rsidRPr="006E5CE6" w:rsidTr="00E80329">
        <w:trPr>
          <w:trHeight w:val="142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 xml:space="preserve">Evaluación del </w:t>
            </w: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aprendizaje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Default="00BD4A8E">
            <w:pPr>
              <w:rPr>
                <w:rFonts w:ascii="Arial" w:hAnsi="Arial" w:cs="Arial"/>
                <w:sz w:val="14"/>
                <w:szCs w:val="14"/>
              </w:rPr>
            </w:pPr>
            <w:r w:rsidRPr="001433A4">
              <w:rPr>
                <w:rFonts w:ascii="Arial" w:hAnsi="Arial" w:cs="Arial"/>
                <w:sz w:val="16"/>
                <w:szCs w:val="16"/>
              </w:rPr>
              <w:t xml:space="preserve">Diseñar planes especiales de apoyo correspondiente al área </w:t>
            </w:r>
            <w:r w:rsidR="002B4962">
              <w:rPr>
                <w:rFonts w:ascii="Arial" w:hAnsi="Arial" w:cs="Arial"/>
                <w:sz w:val="16"/>
                <w:szCs w:val="16"/>
              </w:rPr>
              <w:t>idioma extranjero</w:t>
            </w:r>
            <w:r w:rsidR="00677279">
              <w:rPr>
                <w:rFonts w:ascii="Arial" w:hAnsi="Arial" w:cs="Arial"/>
                <w:sz w:val="16"/>
                <w:szCs w:val="16"/>
              </w:rPr>
              <w:t xml:space="preserve"> y a los grados 10 y 11</w:t>
            </w:r>
            <w:r w:rsidRPr="001433A4">
              <w:rPr>
                <w:rFonts w:ascii="Arial" w:hAnsi="Arial" w:cs="Arial"/>
                <w:sz w:val="16"/>
                <w:szCs w:val="16"/>
              </w:rPr>
              <w:t>, basados en el PEI, indicando metodologías y formas de evaluación</w:t>
            </w:r>
            <w:r w:rsidR="0067727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8E" w:rsidRDefault="00BD4A8E" w:rsidP="00BD4A8E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BD4A8E" w:rsidRDefault="00BD4A8E" w:rsidP="00BD4A8E">
            <w:pPr>
              <w:spacing w:after="0" w:line="240" w:lineRule="auto"/>
              <w:rPr>
                <w:sz w:val="16"/>
                <w:szCs w:val="16"/>
              </w:rPr>
            </w:pPr>
          </w:p>
          <w:p w:rsidR="00BD4A8E" w:rsidRPr="001433A4" w:rsidRDefault="00BD4A8E" w:rsidP="00BD4A8E">
            <w:pPr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</w:rPr>
            </w:pPr>
            <w:r w:rsidRPr="001433A4">
              <w:rPr>
                <w:sz w:val="16"/>
                <w:szCs w:val="16"/>
              </w:rPr>
              <w:t>Organización</w:t>
            </w:r>
          </w:p>
          <w:p w:rsidR="00BD4A8E" w:rsidRPr="001433A4" w:rsidRDefault="00BD4A8E" w:rsidP="00BD4A8E">
            <w:pPr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</w:rPr>
            </w:pPr>
            <w:r w:rsidRPr="001433A4">
              <w:rPr>
                <w:sz w:val="16"/>
                <w:szCs w:val="16"/>
              </w:rPr>
              <w:t>Viabilidad</w:t>
            </w:r>
          </w:p>
          <w:p w:rsidR="00142446" w:rsidRPr="005B2AA9" w:rsidRDefault="00BD4A8E" w:rsidP="00BD4A8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1433A4">
              <w:rPr>
                <w:sz w:val="16"/>
                <w:szCs w:val="16"/>
              </w:rPr>
              <w:t>Efectividad</w:t>
            </w:r>
            <w:r w:rsidRPr="005B2A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Default="00142446" w:rsidP="00BD4A8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BD4A8E" w:rsidRDefault="00BD4A8E" w:rsidP="00BD4A8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BD4A8E" w:rsidRPr="005B2AA9" w:rsidRDefault="00E80329" w:rsidP="00BD4A8E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Pr</w:t>
            </w:r>
            <w:r w:rsidR="00BD4A8E" w:rsidRPr="001433A4">
              <w:rPr>
                <w:sz w:val="16"/>
                <w:szCs w:val="16"/>
              </w:rPr>
              <w:t>opuestas de formatos</w:t>
            </w:r>
            <w:r w:rsidR="007958F5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Default="00142446" w:rsidP="00BD4A8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BD4A8E" w:rsidRDefault="00BD4A8E" w:rsidP="00BD4A8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BD4A8E" w:rsidRPr="005B2AA9" w:rsidRDefault="00BD4A8E" w:rsidP="00BD4A8E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Planes de superación y apoyo</w:t>
            </w:r>
            <w:r w:rsidR="00677279">
              <w:rPr>
                <w:sz w:val="18"/>
                <w:szCs w:val="18"/>
              </w:rPr>
              <w:t xml:space="preserve"> completados</w:t>
            </w:r>
          </w:p>
        </w:tc>
      </w:tr>
      <w:tr w:rsidR="00C70C48" w:rsidRPr="006E5CE6" w:rsidTr="00412F3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Administrativa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 xml:space="preserve">Uso de recursos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Default="0059491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Utilizar de manera apropiada los recursos de la Institución para fortalecer el trabajo en el aula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 w:rsidP="00437488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Pertinencia</w:t>
            </w:r>
          </w:p>
          <w:p w:rsidR="00142446" w:rsidRDefault="00142446" w:rsidP="00437488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Aplicabilidad</w:t>
            </w:r>
          </w:p>
          <w:p w:rsidR="00142446" w:rsidRPr="005B2AA9" w:rsidRDefault="00142446" w:rsidP="00437488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Responsabilidad.</w:t>
            </w:r>
            <w:r w:rsidRPr="005B2A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 w:rsidP="00E34B72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Propuestas de alumnos para la obtención de recursos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 w:rsidP="0067727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Empleo de los recursos obtenidos</w:t>
            </w:r>
          </w:p>
        </w:tc>
      </w:tr>
      <w:tr w:rsidR="00C70C48" w:rsidRPr="006E5CE6" w:rsidTr="00412F3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Seguimiento de</w:t>
            </w: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 xml:space="preserve"> proceso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Default="0067727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Diseñar formatos y cronogramas que permitan el desarrollo organizado de los planes a llevar a cabo junto con los miembros de la institución.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Default="00677279" w:rsidP="00E34B72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Organización </w:t>
            </w:r>
          </w:p>
          <w:p w:rsidR="00142446" w:rsidRDefault="00677279" w:rsidP="00E34B72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Utilidad </w:t>
            </w:r>
          </w:p>
          <w:p w:rsidR="00142446" w:rsidRPr="005B2AA9" w:rsidRDefault="00142446" w:rsidP="00E34B72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Aplicabilidad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Propuesta de l</w:t>
            </w:r>
            <w:r w:rsidR="00677279">
              <w:rPr>
                <w:sz w:val="18"/>
                <w:szCs w:val="18"/>
              </w:rPr>
              <w:t>os formatos y cronogramas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9" w:rsidRDefault="00677279" w:rsidP="00677279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formatos</w:t>
            </w:r>
          </w:p>
          <w:p w:rsidR="00677279" w:rsidRDefault="00677279" w:rsidP="00677279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cronogramas</w:t>
            </w:r>
          </w:p>
          <w:p w:rsidR="00677279" w:rsidRDefault="00677279" w:rsidP="00677279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actas</w:t>
            </w:r>
          </w:p>
          <w:p w:rsidR="00142446" w:rsidRPr="005B2AA9" w:rsidRDefault="00677279" w:rsidP="00677279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fotos</w:t>
            </w:r>
          </w:p>
        </w:tc>
      </w:tr>
      <w:tr w:rsidR="00C70C48" w:rsidRPr="006E5CE6" w:rsidTr="00B90205">
        <w:trPr>
          <w:trHeight w:val="70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lastRenderedPageBreak/>
              <w:t>Comunitaria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Comunicación institucional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Pr="00E80329" w:rsidRDefault="00594911" w:rsidP="0059491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Promover las buenas relaciones y la toma de decisiones que fomente el respeto por los valores basados en el manual de convivencia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Default="00C70C48" w:rsidP="00E34B72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Organización</w:t>
            </w:r>
          </w:p>
          <w:p w:rsidR="00C70C48" w:rsidRDefault="00C70C48" w:rsidP="00E34B72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Aplicabilidad</w:t>
            </w:r>
          </w:p>
          <w:p w:rsidR="00C70C48" w:rsidRPr="005B2AA9" w:rsidRDefault="00C70C48" w:rsidP="00E34B72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Utilidad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C70C48" w:rsidP="00C70C48">
            <w:pPr>
              <w:numPr>
                <w:ilvl w:val="0"/>
                <w:numId w:val="1"/>
              </w:numPr>
              <w:spacing w:after="0" w:line="240" w:lineRule="auto"/>
              <w:ind w:left="3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Formatos diseñados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C70C48" w:rsidP="00C70C48">
            <w:pPr>
              <w:numPr>
                <w:ilvl w:val="0"/>
                <w:numId w:val="1"/>
              </w:numPr>
              <w:spacing w:after="0" w:line="240" w:lineRule="auto"/>
              <w:ind w:left="3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Formatos diligenciados</w:t>
            </w:r>
          </w:p>
        </w:tc>
      </w:tr>
      <w:tr w:rsidR="00C70C48" w:rsidRPr="006E5CE6" w:rsidTr="00B90205">
        <w:trPr>
          <w:trHeight w:val="4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14244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Comunidad y entorno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446" w:rsidRDefault="00594911" w:rsidP="0059491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Realizar actividades enfocadas a la integración de la comunidad con las actividades de la Institución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..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6" w:rsidRPr="005B2AA9" w:rsidRDefault="00FC4838" w:rsidP="0096155D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Impacto </w:t>
            </w:r>
          </w:p>
          <w:p w:rsidR="00142446" w:rsidRDefault="00FC4838" w:rsidP="0096155D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Organización </w:t>
            </w:r>
          </w:p>
          <w:p w:rsidR="00142446" w:rsidRPr="005B2AA9" w:rsidRDefault="00FC4838" w:rsidP="0096155D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Aplicabilidad </w:t>
            </w:r>
          </w:p>
          <w:p w:rsidR="00142446" w:rsidRPr="005B2AA9" w:rsidRDefault="00142446" w:rsidP="00E34B7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838" w:rsidRDefault="00FC4838" w:rsidP="00E34B72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Proyectos en ejecución </w:t>
            </w:r>
          </w:p>
          <w:p w:rsidR="00142446" w:rsidRDefault="00FC4838" w:rsidP="00E34B72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Fotos de actividades realizadas</w:t>
            </w:r>
          </w:p>
          <w:p w:rsidR="00FC4838" w:rsidRDefault="00FC4838" w:rsidP="00E34B72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Actas de actividades</w:t>
            </w:r>
          </w:p>
          <w:p w:rsidR="0051714F" w:rsidRPr="005B2AA9" w:rsidRDefault="0051714F" w:rsidP="00E34B72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Actas de reuniones</w:t>
            </w:r>
          </w:p>
          <w:p w:rsidR="00142446" w:rsidRPr="005B2AA9" w:rsidRDefault="00142446" w:rsidP="00E34B7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838" w:rsidRDefault="0051714F" w:rsidP="00B90205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Actas de reuniones</w:t>
            </w:r>
          </w:p>
          <w:p w:rsidR="00FC4838" w:rsidRDefault="00FC4838" w:rsidP="00B90205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Grupos conformados.</w:t>
            </w:r>
          </w:p>
          <w:p w:rsidR="00142446" w:rsidRDefault="0051714F" w:rsidP="00B90205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Fotos </w:t>
            </w:r>
          </w:p>
          <w:p w:rsidR="0051714F" w:rsidRDefault="0051714F" w:rsidP="00B90205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Proyectos </w:t>
            </w:r>
          </w:p>
          <w:p w:rsidR="0051714F" w:rsidRPr="005B2AA9" w:rsidRDefault="0051714F" w:rsidP="00B90205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Actas de actividades.</w:t>
            </w:r>
          </w:p>
          <w:p w:rsidR="00142446" w:rsidRPr="005B2AA9" w:rsidRDefault="0014244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tbl>
      <w:tblPr>
        <w:tblW w:w="12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08"/>
        <w:gridCol w:w="2338"/>
        <w:gridCol w:w="3573"/>
        <w:gridCol w:w="2582"/>
      </w:tblGrid>
      <w:tr w:rsidR="0053121D" w:rsidRPr="006E5CE6" w:rsidTr="001433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Pr="006E5CE6" w:rsidRDefault="005312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53121D" w:rsidRPr="006E5CE6" w:rsidRDefault="005312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E5CE6">
              <w:rPr>
                <w:b/>
                <w:sz w:val="20"/>
                <w:szCs w:val="20"/>
              </w:rPr>
              <w:t>competencias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Pr="006E5CE6" w:rsidRDefault="0053121D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53121D" w:rsidRPr="006E5CE6" w:rsidRDefault="005312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E5CE6">
              <w:rPr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Pr="006E5CE6" w:rsidRDefault="005312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E5CE6">
              <w:rPr>
                <w:b/>
                <w:sz w:val="20"/>
                <w:szCs w:val="20"/>
              </w:rPr>
              <w:t>Evidencias primera valoración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Pr="006E5CE6" w:rsidRDefault="005312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E5CE6">
              <w:rPr>
                <w:b/>
                <w:sz w:val="20"/>
                <w:szCs w:val="20"/>
              </w:rPr>
              <w:t>Evidencias segunda valoración</w:t>
            </w:r>
          </w:p>
        </w:tc>
      </w:tr>
      <w:tr w:rsidR="0053121D" w:rsidRPr="006E5CE6" w:rsidTr="001433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Pr="006E5CE6" w:rsidRDefault="00D9261B" w:rsidP="0096155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Liderazgo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Default="00E80329" w:rsidP="0096155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Iniciativa </w:t>
            </w:r>
          </w:p>
          <w:p w:rsidR="005B2AA9" w:rsidRPr="006E5CE6" w:rsidRDefault="00E80329" w:rsidP="0096155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Innovación </w:t>
            </w:r>
            <w:r w:rsidR="005B2A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Default="005B2A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Actas de reuniones</w:t>
            </w:r>
            <w:r w:rsidR="00E80329">
              <w:rPr>
                <w:sz w:val="20"/>
                <w:szCs w:val="20"/>
              </w:rPr>
              <w:t>.</w:t>
            </w:r>
          </w:p>
          <w:p w:rsidR="00E80329" w:rsidRPr="006E5CE6" w:rsidRDefault="00E80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Proyectos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Default="005B2AA9" w:rsidP="005B2AA9">
            <w:pPr>
              <w:pStyle w:val="Prrafodelista"/>
              <w:spacing w:after="0" w:line="240" w:lineRule="auto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Actas de reuniones</w:t>
            </w:r>
          </w:p>
          <w:p w:rsidR="00E80329" w:rsidRPr="006E5CE6" w:rsidRDefault="00E80329" w:rsidP="005B2AA9">
            <w:pPr>
              <w:pStyle w:val="Prrafodelista"/>
              <w:spacing w:after="0" w:line="240" w:lineRule="auto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Resultados obtenidos</w:t>
            </w:r>
          </w:p>
        </w:tc>
      </w:tr>
      <w:tr w:rsidR="0053121D" w:rsidRPr="006E5CE6" w:rsidTr="001433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Pr="006E5CE6" w:rsidRDefault="00D9261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Comunicación y relaciones interpersonales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Default="005B2AA9" w:rsidP="0096155D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Aplicabilidad </w:t>
            </w:r>
          </w:p>
          <w:p w:rsidR="005B2AA9" w:rsidRPr="006E5CE6" w:rsidRDefault="005F2A8C" w:rsidP="0096155D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5B2AA9">
              <w:rPr>
                <w:sz w:val="20"/>
                <w:szCs w:val="20"/>
              </w:rPr>
              <w:t>mportancia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Default="005B2A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Proyecto de aula</w:t>
            </w:r>
          </w:p>
          <w:p w:rsidR="00E80329" w:rsidRPr="006E5CE6" w:rsidRDefault="00E80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Proyecto cultural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Default="005B2AA9" w:rsidP="0049446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Evaluación del proyecto</w:t>
            </w:r>
          </w:p>
          <w:p w:rsidR="00E80329" w:rsidRPr="006E5CE6" w:rsidRDefault="00E80329" w:rsidP="0049446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Conformación de grupos</w:t>
            </w:r>
          </w:p>
        </w:tc>
      </w:tr>
      <w:tr w:rsidR="0053121D" w:rsidRPr="006E5CE6" w:rsidTr="001433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Pr="006E5CE6" w:rsidRDefault="00D9261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Trabajo en equipo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Default="005B2AA9" w:rsidP="0096155D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Pertinencia</w:t>
            </w:r>
          </w:p>
          <w:p w:rsidR="005B2AA9" w:rsidRPr="006E5CE6" w:rsidRDefault="005B2AA9" w:rsidP="0096155D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Iniciativa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Default="005B2AA9" w:rsidP="005B2A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Actas de reuniones</w:t>
            </w:r>
          </w:p>
          <w:p w:rsidR="00E80329" w:rsidRPr="006E5CE6" w:rsidRDefault="00E80329" w:rsidP="005B2A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Formatos de tratamiento de casos especiales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1D" w:rsidRDefault="005B2AA9" w:rsidP="005B2AA9">
            <w:pPr>
              <w:spacing w:after="0" w:line="240" w:lineRule="auto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Actas de reuniones</w:t>
            </w:r>
          </w:p>
          <w:p w:rsidR="00E80329" w:rsidRPr="006E5CE6" w:rsidRDefault="00E80329" w:rsidP="005B2AA9">
            <w:pPr>
              <w:spacing w:after="0" w:line="240" w:lineRule="auto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Formatos diligenciados</w:t>
            </w:r>
          </w:p>
        </w:tc>
      </w:tr>
    </w:tbl>
    <w:tbl>
      <w:tblPr>
        <w:tblpPr w:leftFromText="141" w:rightFromText="141" w:vertAnchor="text" w:horzAnchor="margin" w:tblpY="311"/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2"/>
        <w:gridCol w:w="5424"/>
      </w:tblGrid>
      <w:tr w:rsidR="001433A4" w:rsidRPr="001433A4" w:rsidTr="001433A4">
        <w:tc>
          <w:tcPr>
            <w:tcW w:w="7442" w:type="dxa"/>
          </w:tcPr>
          <w:p w:rsidR="005B2AA9" w:rsidRDefault="001433A4" w:rsidP="001433A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1433A4">
              <w:rPr>
                <w:rFonts w:ascii="Arial" w:hAnsi="Arial" w:cs="Arial"/>
                <w:b/>
                <w:sz w:val="20"/>
                <w:szCs w:val="20"/>
                <w:lang w:val="es-CO"/>
              </w:rPr>
              <w:t>Nombre completo del evaluado:</w:t>
            </w:r>
          </w:p>
          <w:p w:rsidR="001433A4" w:rsidRPr="001433A4" w:rsidRDefault="00850C58" w:rsidP="001433A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María</w:t>
            </w:r>
            <w:r w:rsidR="00E80329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Elena Salgado Castillo</w:t>
            </w:r>
          </w:p>
        </w:tc>
        <w:tc>
          <w:tcPr>
            <w:tcW w:w="5424" w:type="dxa"/>
          </w:tcPr>
          <w:p w:rsidR="001433A4" w:rsidRPr="001433A4" w:rsidRDefault="001433A4" w:rsidP="001433A4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  <w:r w:rsidRPr="001433A4"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>Nombre completo del evaluador:</w:t>
            </w:r>
          </w:p>
          <w:p w:rsidR="001433A4" w:rsidRPr="001433A4" w:rsidRDefault="00594911" w:rsidP="001433A4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 xml:space="preserve">HNA. DOLLY GALLO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>GALLO</w:t>
            </w:r>
            <w:proofErr w:type="spellEnd"/>
          </w:p>
        </w:tc>
      </w:tr>
      <w:tr w:rsidR="001433A4" w:rsidRPr="001433A4" w:rsidTr="001433A4">
        <w:tc>
          <w:tcPr>
            <w:tcW w:w="7442" w:type="dxa"/>
          </w:tcPr>
          <w:p w:rsidR="005B2AA9" w:rsidRDefault="001433A4" w:rsidP="001433A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1433A4">
              <w:rPr>
                <w:rFonts w:ascii="Arial" w:hAnsi="Arial" w:cs="Arial"/>
                <w:b/>
                <w:sz w:val="20"/>
                <w:szCs w:val="20"/>
                <w:lang w:val="es-CO"/>
              </w:rPr>
              <w:t>Firma y número de cédula</w:t>
            </w:r>
          </w:p>
          <w:p w:rsidR="00EF34E7" w:rsidRDefault="00EF34E7" w:rsidP="001433A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  <w:p w:rsidR="001433A4" w:rsidRPr="001433A4" w:rsidRDefault="00EF34E7" w:rsidP="00EF34E7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22´865.883 Corozal</w:t>
            </w:r>
            <w:r w:rsidR="001433A4" w:rsidRPr="001433A4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                       </w:t>
            </w:r>
          </w:p>
        </w:tc>
        <w:tc>
          <w:tcPr>
            <w:tcW w:w="5424" w:type="dxa"/>
          </w:tcPr>
          <w:p w:rsidR="001433A4" w:rsidRPr="001433A4" w:rsidRDefault="001433A4" w:rsidP="001433A4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  <w:r w:rsidRPr="001433A4"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>Firma y número de cédula</w:t>
            </w:r>
          </w:p>
          <w:p w:rsidR="001433A4" w:rsidRPr="001433A4" w:rsidRDefault="004B6FE8" w:rsidP="001433A4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 xml:space="preserve"> </w:t>
            </w:r>
          </w:p>
        </w:tc>
      </w:tr>
      <w:tr w:rsidR="001433A4" w:rsidRPr="001433A4" w:rsidTr="001433A4">
        <w:tc>
          <w:tcPr>
            <w:tcW w:w="12866" w:type="dxa"/>
            <w:gridSpan w:val="2"/>
          </w:tcPr>
          <w:p w:rsidR="001433A4" w:rsidRPr="001433A4" w:rsidRDefault="001433A4" w:rsidP="001433A4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  <w:r w:rsidRPr="001433A4"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>Ciudad y fecha de concertación:</w:t>
            </w:r>
          </w:p>
          <w:p w:rsidR="001433A4" w:rsidRPr="001433A4" w:rsidRDefault="001433A4" w:rsidP="001433A4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s-CO"/>
              </w:rPr>
            </w:pPr>
          </w:p>
        </w:tc>
      </w:tr>
    </w:tbl>
    <w:p w:rsidR="00C80775" w:rsidRPr="001433A4" w:rsidRDefault="00C80775" w:rsidP="00C80775">
      <w:pPr>
        <w:rPr>
          <w:sz w:val="20"/>
          <w:szCs w:val="20"/>
        </w:rPr>
      </w:pPr>
    </w:p>
    <w:tbl>
      <w:tblPr>
        <w:tblpPr w:leftFromText="141" w:rightFromText="141" w:bottomFromText="200" w:horzAnchor="margin" w:tblpY="-7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4"/>
        <w:gridCol w:w="345"/>
        <w:gridCol w:w="1454"/>
        <w:gridCol w:w="3463"/>
        <w:gridCol w:w="2534"/>
        <w:gridCol w:w="2761"/>
        <w:gridCol w:w="1331"/>
      </w:tblGrid>
      <w:tr w:rsidR="00F763AC" w:rsidRPr="006E5CE6" w:rsidTr="00302E7E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Competencias funcionales</w:t>
            </w:r>
          </w:p>
        </w:tc>
      </w:tr>
      <w:tr w:rsidR="00F763AC" w:rsidRPr="006E5CE6" w:rsidTr="00594911">
        <w:trPr>
          <w:trHeight w:val="4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Área de gestión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Competencia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Contribución individual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Criterios de evaluación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  <w:p w:rsidR="00F763AC" w:rsidRPr="005B2AA9" w:rsidRDefault="00F763AC" w:rsidP="00F763A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 xml:space="preserve">Evidencias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 xml:space="preserve">Evidencias </w:t>
            </w:r>
            <w:r w:rsidRPr="005B2AA9">
              <w:rPr>
                <w:b/>
                <w:sz w:val="18"/>
                <w:szCs w:val="18"/>
              </w:rPr>
              <w:lastRenderedPageBreak/>
              <w:t>segunda valoración.</w:t>
            </w:r>
          </w:p>
        </w:tc>
      </w:tr>
      <w:tr w:rsidR="00F763AC" w:rsidRPr="006E5CE6" w:rsidTr="00594911">
        <w:trPr>
          <w:trHeight w:val="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F763AC" w:rsidRPr="006E5CE6" w:rsidTr="00302E7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Académica</w:t>
            </w: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rPr>
                <w:sz w:val="18"/>
                <w:szCs w:val="18"/>
              </w:rPr>
            </w:pPr>
          </w:p>
          <w:p w:rsidR="00F763AC" w:rsidRPr="005B2AA9" w:rsidRDefault="00F763AC" w:rsidP="00302E7E">
            <w:pPr>
              <w:rPr>
                <w:sz w:val="18"/>
                <w:szCs w:val="18"/>
              </w:rPr>
            </w:pPr>
          </w:p>
          <w:p w:rsidR="00F763AC" w:rsidRPr="005B2AA9" w:rsidRDefault="00F763AC" w:rsidP="00302E7E">
            <w:pPr>
              <w:rPr>
                <w:sz w:val="18"/>
                <w:szCs w:val="18"/>
              </w:rPr>
            </w:pPr>
          </w:p>
          <w:p w:rsidR="00F763AC" w:rsidRPr="005B2AA9" w:rsidRDefault="00F763AC" w:rsidP="00302E7E">
            <w:pPr>
              <w:rPr>
                <w:sz w:val="18"/>
                <w:szCs w:val="18"/>
              </w:rPr>
            </w:pPr>
          </w:p>
          <w:p w:rsidR="00F763AC" w:rsidRPr="005B2AA9" w:rsidRDefault="00F763AC" w:rsidP="00302E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Dominio curricular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Default="00F763AC" w:rsidP="00302E7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Aplicar nuevos contenidos que mejoren la dinámica de trabajo y los resultados obtenidos.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Default="00F763AC" w:rsidP="00302E7E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Aplicabilidad</w:t>
            </w:r>
          </w:p>
          <w:p w:rsidR="00F763AC" w:rsidRDefault="00F763AC" w:rsidP="00302E7E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Pertinencia.</w:t>
            </w:r>
          </w:p>
          <w:p w:rsidR="00F763AC" w:rsidRDefault="00F763AC" w:rsidP="00302E7E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Viabilidad. </w:t>
            </w:r>
          </w:p>
          <w:p w:rsidR="00F763AC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Default="00F763AC" w:rsidP="00302E7E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contenidos escritos en el plan de área.</w:t>
            </w:r>
          </w:p>
          <w:p w:rsidR="00F763AC" w:rsidRDefault="00F763AC" w:rsidP="00302E7E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Libreta para preparar clases.</w:t>
            </w:r>
          </w:p>
          <w:p w:rsidR="00F763AC" w:rsidRDefault="00F763AC" w:rsidP="00302E7E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Resultados de pruebas externas de grado 11</w:t>
            </w:r>
          </w:p>
          <w:p w:rsidR="00F763AC" w:rsidRPr="005B2AA9" w:rsidRDefault="00F763AC" w:rsidP="00302E7E">
            <w:pPr>
              <w:spacing w:after="0" w:line="24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63AC" w:rsidRPr="006E5CE6" w:rsidTr="00302E7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Planeación y</w:t>
            </w: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organización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Default="00F763AC" w:rsidP="00302E7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Actualizar el plan de área de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Inglés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de los grados 10 y 11 teniendo en cuenta los estándares de calidad y los lineamientos curriculares.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 xml:space="preserve">Pertinencia </w:t>
            </w:r>
          </w:p>
          <w:p w:rsidR="00F763AC" w:rsidRPr="005B2AA9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Viabilidad</w:t>
            </w:r>
          </w:p>
          <w:p w:rsidR="00F763AC" w:rsidRPr="005B2AA9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 xml:space="preserve">Utilidad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0B3A65">
            <w:p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 xml:space="preserve"> Plan de </w:t>
            </w:r>
            <w:r w:rsidR="000B3A65">
              <w:rPr>
                <w:sz w:val="18"/>
                <w:szCs w:val="18"/>
              </w:rPr>
              <w:t>área</w:t>
            </w:r>
            <w:r>
              <w:rPr>
                <w:sz w:val="18"/>
                <w:szCs w:val="18"/>
              </w:rPr>
              <w:t xml:space="preserve"> nuevo </w:t>
            </w:r>
            <w:r w:rsidR="000B3A65">
              <w:rPr>
                <w:sz w:val="18"/>
                <w:szCs w:val="18"/>
              </w:rPr>
              <w:t xml:space="preserve"> totalmente diligenciado.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63AC" w:rsidRPr="006E5CE6" w:rsidTr="00302E7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 xml:space="preserve">Pedagogía </w:t>
            </w: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Y didáctica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Default="00F763AC" w:rsidP="00302E7E">
            <w:pPr>
              <w:rPr>
                <w:rFonts w:ascii="Arial" w:hAnsi="Arial" w:cs="Arial"/>
                <w:sz w:val="14"/>
                <w:szCs w:val="14"/>
              </w:rPr>
            </w:pPr>
            <w:r w:rsidRPr="001433A4">
              <w:rPr>
                <w:rFonts w:ascii="Arial" w:hAnsi="Arial" w:cs="Arial"/>
                <w:sz w:val="16"/>
                <w:szCs w:val="16"/>
              </w:rPr>
              <w:t>Desarrollar un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1433A4">
              <w:rPr>
                <w:rFonts w:ascii="Arial" w:hAnsi="Arial" w:cs="Arial"/>
                <w:sz w:val="16"/>
                <w:szCs w:val="16"/>
              </w:rPr>
              <w:t xml:space="preserve"> estrategia metodológica en el área de</w:t>
            </w:r>
            <w:r>
              <w:rPr>
                <w:rFonts w:ascii="Arial" w:hAnsi="Arial" w:cs="Arial"/>
                <w:sz w:val="16"/>
                <w:szCs w:val="16"/>
              </w:rPr>
              <w:t xml:space="preserve"> idioma extranjero</w:t>
            </w:r>
            <w:r w:rsidRPr="001433A4">
              <w:rPr>
                <w:rFonts w:ascii="Arial" w:hAnsi="Arial" w:cs="Arial"/>
                <w:sz w:val="16"/>
                <w:szCs w:val="16"/>
              </w:rPr>
              <w:t>, basada en el desarrollo de competencias básicas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Default="00F763AC" w:rsidP="00302E7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F763AC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Utilidad</w:t>
            </w:r>
          </w:p>
          <w:p w:rsidR="00F763AC" w:rsidRPr="005B2AA9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Innovación</w:t>
            </w:r>
          </w:p>
          <w:p w:rsidR="00F763AC" w:rsidRPr="005B2AA9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 xml:space="preserve">Aplicabilidad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Default="00F763AC" w:rsidP="00302E7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F763AC" w:rsidRPr="005B2AA9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Plan de área</w:t>
            </w:r>
          </w:p>
          <w:p w:rsidR="00F763AC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Preparador de clase</w:t>
            </w:r>
            <w:r>
              <w:rPr>
                <w:sz w:val="18"/>
                <w:szCs w:val="18"/>
              </w:rPr>
              <w:t>s</w:t>
            </w:r>
          </w:p>
          <w:p w:rsidR="000B3A65" w:rsidRPr="005B2AA9" w:rsidRDefault="000B3A65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Aporte de los estudiantes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tabs>
                <w:tab w:val="left" w:pos="207"/>
              </w:tabs>
              <w:spacing w:after="0" w:line="240" w:lineRule="auto"/>
              <w:ind w:right="576"/>
              <w:rPr>
                <w:sz w:val="18"/>
                <w:szCs w:val="18"/>
              </w:rPr>
            </w:pPr>
          </w:p>
        </w:tc>
      </w:tr>
      <w:tr w:rsidR="00F763AC" w:rsidRPr="006E5CE6" w:rsidTr="00302E7E">
        <w:trPr>
          <w:trHeight w:val="142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 xml:space="preserve">Evaluación del </w:t>
            </w: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aprendizaje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Default="00F763AC" w:rsidP="00302E7E">
            <w:pPr>
              <w:rPr>
                <w:rFonts w:ascii="Arial" w:hAnsi="Arial" w:cs="Arial"/>
                <w:sz w:val="14"/>
                <w:szCs w:val="14"/>
              </w:rPr>
            </w:pPr>
            <w:r w:rsidRPr="001433A4">
              <w:rPr>
                <w:rFonts w:ascii="Arial" w:hAnsi="Arial" w:cs="Arial"/>
                <w:sz w:val="16"/>
                <w:szCs w:val="16"/>
              </w:rPr>
              <w:t xml:space="preserve">Diseñar planes especiales de apoyo correspondiente al área </w:t>
            </w:r>
            <w:r>
              <w:rPr>
                <w:rFonts w:ascii="Arial" w:hAnsi="Arial" w:cs="Arial"/>
                <w:sz w:val="16"/>
                <w:szCs w:val="16"/>
              </w:rPr>
              <w:t>idioma extranjero y a los grados 10 y 11</w:t>
            </w:r>
            <w:r w:rsidRPr="001433A4">
              <w:rPr>
                <w:rFonts w:ascii="Arial" w:hAnsi="Arial" w:cs="Arial"/>
                <w:sz w:val="16"/>
                <w:szCs w:val="16"/>
              </w:rPr>
              <w:t>, basados en el PEI, indicando metodologías y formas de evaluación</w:t>
            </w:r>
            <w:r w:rsidR="000B3A65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Default="00F763AC" w:rsidP="00302E7E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F763AC" w:rsidRDefault="00F763AC" w:rsidP="00302E7E">
            <w:pPr>
              <w:spacing w:after="0" w:line="240" w:lineRule="auto"/>
              <w:rPr>
                <w:sz w:val="16"/>
                <w:szCs w:val="16"/>
              </w:rPr>
            </w:pPr>
          </w:p>
          <w:p w:rsidR="00F763AC" w:rsidRPr="001433A4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</w:rPr>
            </w:pPr>
            <w:r w:rsidRPr="001433A4">
              <w:rPr>
                <w:sz w:val="16"/>
                <w:szCs w:val="16"/>
              </w:rPr>
              <w:t>Organización</w:t>
            </w:r>
          </w:p>
          <w:p w:rsidR="00F763AC" w:rsidRPr="001433A4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</w:rPr>
            </w:pPr>
            <w:r w:rsidRPr="001433A4">
              <w:rPr>
                <w:sz w:val="16"/>
                <w:szCs w:val="16"/>
              </w:rPr>
              <w:t>Viabilidad</w:t>
            </w:r>
          </w:p>
          <w:p w:rsidR="00F763AC" w:rsidRPr="005B2AA9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1433A4">
              <w:rPr>
                <w:sz w:val="16"/>
                <w:szCs w:val="16"/>
              </w:rPr>
              <w:t>Efectividad</w:t>
            </w:r>
            <w:r w:rsidRPr="005B2A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Default="00F763AC" w:rsidP="00302E7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F763AC" w:rsidRDefault="00F763AC" w:rsidP="00302E7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F763AC" w:rsidRPr="005B2AA9" w:rsidRDefault="000B3A65" w:rsidP="00302E7E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Planes de superación y apoyo completados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Default="00F763AC" w:rsidP="00302E7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F763AC" w:rsidRDefault="00F763AC" w:rsidP="00302E7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F763AC" w:rsidRPr="006E5CE6" w:rsidTr="00302E7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Administrativa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 xml:space="preserve">Uso de recursos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Default="00404615" w:rsidP="00302E7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Utilizar de manera apropiada algunos recursos de la Institución para fortalecer los estándares de acuerdo al plan de estudio.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Pertinencia</w:t>
            </w:r>
          </w:p>
          <w:p w:rsidR="00F763AC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B2AA9">
              <w:rPr>
                <w:sz w:val="18"/>
                <w:szCs w:val="18"/>
              </w:rPr>
              <w:t>Aplicabilidad</w:t>
            </w:r>
          </w:p>
          <w:p w:rsidR="00F763AC" w:rsidRPr="005B2AA9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Responsabilidad.</w:t>
            </w:r>
            <w:r w:rsidRPr="005B2A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Default="000564FD" w:rsidP="000564FD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Fotos</w:t>
            </w:r>
          </w:p>
          <w:p w:rsidR="000564FD" w:rsidRDefault="000564FD" w:rsidP="000564FD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Testimonios de los estudiantes</w:t>
            </w:r>
          </w:p>
          <w:p w:rsidR="000564FD" w:rsidRPr="005B2AA9" w:rsidRDefault="000564FD" w:rsidP="00302E7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0564F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63AC" w:rsidRPr="006E5CE6" w:rsidTr="00302E7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Seguimiento de</w:t>
            </w: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 xml:space="preserve"> proceso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Default="00F763AC" w:rsidP="00302E7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Diseñar formatos y cronogramas que permitan el desarrollo organizado de los planes a llevar a cabo junto con los miembros de la institución.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Organización </w:t>
            </w:r>
          </w:p>
          <w:p w:rsidR="00F763AC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Utilidad </w:t>
            </w:r>
          </w:p>
          <w:p w:rsidR="00F763AC" w:rsidRPr="005B2AA9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Aplicabilidad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FD" w:rsidRDefault="000564FD" w:rsidP="000564FD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formatos</w:t>
            </w:r>
          </w:p>
          <w:p w:rsidR="000564FD" w:rsidRDefault="000564FD" w:rsidP="000564FD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cronogramas</w:t>
            </w:r>
          </w:p>
          <w:p w:rsidR="000564FD" w:rsidRDefault="000564FD" w:rsidP="000564FD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actas</w:t>
            </w:r>
          </w:p>
          <w:p w:rsidR="00F763AC" w:rsidRPr="005B2AA9" w:rsidRDefault="000564FD" w:rsidP="000564FD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63AC" w:rsidRPr="006E5CE6" w:rsidTr="00302E7E">
        <w:trPr>
          <w:trHeight w:val="70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Comunitaria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Comunicación institucional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E80329" w:rsidRDefault="000564FD" w:rsidP="00302E7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Promover las buenas relaciones entre los entes de la comunidad educativa, fomentando el respeto por los valores y la comunicación institucional.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Organización</w:t>
            </w:r>
          </w:p>
          <w:p w:rsidR="00F763AC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Aplicabilidad</w:t>
            </w:r>
          </w:p>
          <w:p w:rsidR="00F763AC" w:rsidRPr="005B2AA9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Utilidad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Default="000564FD" w:rsidP="000564FD">
            <w:pPr>
              <w:numPr>
                <w:ilvl w:val="0"/>
                <w:numId w:val="1"/>
              </w:numPr>
              <w:spacing w:after="0" w:line="240" w:lineRule="auto"/>
              <w:ind w:left="709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Actas de reuniones</w:t>
            </w:r>
          </w:p>
          <w:p w:rsidR="000564FD" w:rsidRDefault="000564FD" w:rsidP="000564FD">
            <w:pPr>
              <w:numPr>
                <w:ilvl w:val="0"/>
                <w:numId w:val="1"/>
              </w:numPr>
              <w:spacing w:after="0" w:line="240" w:lineRule="auto"/>
              <w:ind w:left="709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Fotos </w:t>
            </w:r>
          </w:p>
          <w:p w:rsidR="000564FD" w:rsidRPr="005B2AA9" w:rsidRDefault="000564FD" w:rsidP="000564FD">
            <w:pPr>
              <w:numPr>
                <w:ilvl w:val="0"/>
                <w:numId w:val="1"/>
              </w:numPr>
              <w:spacing w:after="0" w:line="240" w:lineRule="auto"/>
              <w:ind w:left="709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Comunicados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0564FD">
            <w:pPr>
              <w:spacing w:after="0" w:line="240" w:lineRule="auto"/>
              <w:ind w:left="308"/>
              <w:rPr>
                <w:sz w:val="18"/>
                <w:szCs w:val="18"/>
              </w:rPr>
            </w:pPr>
          </w:p>
        </w:tc>
      </w:tr>
      <w:tr w:rsidR="00F763AC" w:rsidRPr="006E5CE6" w:rsidTr="00302E7E">
        <w:trPr>
          <w:trHeight w:val="4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Pr="005B2AA9" w:rsidRDefault="00F763AC" w:rsidP="00302E7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B2AA9">
              <w:rPr>
                <w:b/>
                <w:sz w:val="18"/>
                <w:szCs w:val="18"/>
              </w:rPr>
              <w:t>Comunidad y entorno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3AC" w:rsidRDefault="00F763AC" w:rsidP="009E293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Realiz</w:t>
            </w:r>
            <w:r w:rsidR="009E293E">
              <w:rPr>
                <w:rFonts w:ascii="Arial" w:hAnsi="Arial" w:cs="Arial"/>
                <w:sz w:val="14"/>
                <w:szCs w:val="14"/>
              </w:rPr>
              <w:t>ar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9E293E">
              <w:rPr>
                <w:rFonts w:ascii="Arial" w:hAnsi="Arial" w:cs="Arial"/>
                <w:sz w:val="14"/>
                <w:szCs w:val="14"/>
              </w:rPr>
              <w:t xml:space="preserve">actividades que tengan proyección hacia la comunidad, tales como: Reinado pro – aula virtual y el </w:t>
            </w:r>
            <w:proofErr w:type="spellStart"/>
            <w:r w:rsidR="009E293E">
              <w:rPr>
                <w:rFonts w:ascii="Arial" w:hAnsi="Arial" w:cs="Arial"/>
                <w:sz w:val="14"/>
                <w:szCs w:val="14"/>
              </w:rPr>
              <w:t>English</w:t>
            </w:r>
            <w:proofErr w:type="spellEnd"/>
            <w:r w:rsidR="009E293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9E293E">
              <w:rPr>
                <w:rFonts w:ascii="Arial" w:hAnsi="Arial" w:cs="Arial"/>
                <w:sz w:val="14"/>
                <w:szCs w:val="14"/>
              </w:rPr>
              <w:t>Day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Impacto </w:t>
            </w:r>
          </w:p>
          <w:p w:rsidR="00F763AC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Organización </w:t>
            </w:r>
          </w:p>
          <w:p w:rsidR="00F763AC" w:rsidRPr="005B2AA9" w:rsidRDefault="009E293E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Utilidad </w:t>
            </w:r>
            <w:r w:rsidR="00F763AC">
              <w:rPr>
                <w:sz w:val="18"/>
                <w:szCs w:val="18"/>
              </w:rPr>
              <w:t xml:space="preserve"> </w:t>
            </w:r>
          </w:p>
          <w:p w:rsidR="00F763AC" w:rsidRPr="005B2AA9" w:rsidRDefault="00F763AC" w:rsidP="00302E7E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Fotos de actividades realizadas</w:t>
            </w:r>
          </w:p>
          <w:p w:rsidR="00F763AC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Actas de actividades</w:t>
            </w:r>
          </w:p>
          <w:p w:rsidR="00F763AC" w:rsidRPr="005B2AA9" w:rsidRDefault="00F763AC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Actas de reuniones</w:t>
            </w:r>
          </w:p>
          <w:p w:rsidR="00F763AC" w:rsidRDefault="009E293E" w:rsidP="009E293E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Grupos conformados</w:t>
            </w:r>
          </w:p>
          <w:p w:rsidR="009E293E" w:rsidRPr="005B2AA9" w:rsidRDefault="009E293E" w:rsidP="009E293E">
            <w:pPr>
              <w:spacing w:after="0" w:line="24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AC" w:rsidRPr="005B2AA9" w:rsidRDefault="00F763AC" w:rsidP="009E293E">
            <w:pPr>
              <w:spacing w:after="0" w:line="240" w:lineRule="auto"/>
              <w:ind w:left="720"/>
              <w:rPr>
                <w:sz w:val="18"/>
                <w:szCs w:val="18"/>
              </w:rPr>
            </w:pPr>
          </w:p>
        </w:tc>
      </w:tr>
    </w:tbl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06"/>
        <w:gridCol w:w="3916"/>
        <w:gridCol w:w="6000"/>
      </w:tblGrid>
      <w:tr w:rsidR="009E293E" w:rsidRPr="006E5CE6" w:rsidTr="00B55DCB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93E" w:rsidRPr="006E5CE6" w:rsidRDefault="009E293E" w:rsidP="00302E7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9E293E" w:rsidRPr="006E5CE6" w:rsidRDefault="009E293E" w:rsidP="00302E7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E5CE6">
              <w:rPr>
                <w:b/>
                <w:sz w:val="20"/>
                <w:szCs w:val="20"/>
              </w:rPr>
              <w:t>competencias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93E" w:rsidRPr="006E5CE6" w:rsidRDefault="009E293E" w:rsidP="00302E7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9E293E" w:rsidRPr="006E5CE6" w:rsidRDefault="009E293E" w:rsidP="00302E7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E5CE6">
              <w:rPr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2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93E" w:rsidRPr="006E5CE6" w:rsidRDefault="009E293E" w:rsidP="009E29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E5CE6">
              <w:rPr>
                <w:b/>
                <w:sz w:val="20"/>
                <w:szCs w:val="20"/>
              </w:rPr>
              <w:t xml:space="preserve">Evidencias </w:t>
            </w:r>
          </w:p>
        </w:tc>
      </w:tr>
      <w:tr w:rsidR="009E293E" w:rsidRPr="006E5CE6" w:rsidTr="00B55DCB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93E" w:rsidRPr="00B55DCB" w:rsidRDefault="00B55DCB" w:rsidP="00302E7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B55DCB">
              <w:rPr>
                <w:rFonts w:asciiTheme="minorHAnsi" w:hAnsiTheme="minorHAnsi"/>
                <w:b/>
                <w:sz w:val="20"/>
                <w:szCs w:val="20"/>
              </w:rPr>
              <w:t>TRABAJO EN EQUIPO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93E" w:rsidRPr="00B55DCB" w:rsidRDefault="00B55DCB" w:rsidP="00B55DC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55DCB">
              <w:rPr>
                <w:rFonts w:asciiTheme="minorHAnsi" w:hAnsiTheme="minorHAnsi"/>
                <w:sz w:val="20"/>
                <w:szCs w:val="20"/>
              </w:rPr>
              <w:t>Oportunidad</w:t>
            </w:r>
          </w:p>
          <w:p w:rsidR="00B55DCB" w:rsidRPr="00B55DCB" w:rsidRDefault="00B55DCB" w:rsidP="00B55DC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55DCB">
              <w:rPr>
                <w:rFonts w:asciiTheme="minorHAnsi" w:hAnsiTheme="minorHAnsi"/>
                <w:sz w:val="20"/>
                <w:szCs w:val="20"/>
              </w:rPr>
              <w:t>Pertinencia</w:t>
            </w:r>
          </w:p>
          <w:p w:rsidR="00B55DCB" w:rsidRPr="00B55DCB" w:rsidRDefault="00B55DCB" w:rsidP="00B55DC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55DCB">
              <w:rPr>
                <w:rFonts w:asciiTheme="minorHAnsi" w:hAnsiTheme="minorHAnsi"/>
                <w:sz w:val="20"/>
                <w:szCs w:val="20"/>
              </w:rPr>
              <w:t xml:space="preserve">Impacto </w:t>
            </w:r>
          </w:p>
        </w:tc>
        <w:tc>
          <w:tcPr>
            <w:tcW w:w="2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93E" w:rsidRPr="00B55DCB" w:rsidRDefault="009E293E" w:rsidP="00B55DC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55DCB">
              <w:rPr>
                <w:rFonts w:asciiTheme="minorHAnsi" w:hAnsiTheme="minorHAnsi" w:cs="Arial"/>
                <w:sz w:val="20"/>
                <w:szCs w:val="20"/>
              </w:rPr>
              <w:t>Actas  de reuniones</w:t>
            </w:r>
          </w:p>
          <w:p w:rsidR="00B55DCB" w:rsidRPr="00B55DCB" w:rsidRDefault="00B55DCB" w:rsidP="00B55DC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55DCB">
              <w:rPr>
                <w:rFonts w:asciiTheme="minorHAnsi" w:hAnsiTheme="minorHAnsi" w:cs="Arial"/>
                <w:sz w:val="20"/>
                <w:szCs w:val="20"/>
              </w:rPr>
              <w:t>Fotos</w:t>
            </w:r>
          </w:p>
          <w:p w:rsidR="00B55DCB" w:rsidRPr="00B55DCB" w:rsidRDefault="00B55DCB" w:rsidP="00B55DC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Conformación de grupos de trabajo</w:t>
            </w:r>
          </w:p>
        </w:tc>
      </w:tr>
      <w:tr w:rsidR="009E293E" w:rsidRPr="006E5CE6" w:rsidTr="00B55DCB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93E" w:rsidRPr="006E5CE6" w:rsidRDefault="009E293E" w:rsidP="00302E7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Iniciativa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93E" w:rsidRDefault="009E293E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Aplicabilidad </w:t>
            </w:r>
          </w:p>
          <w:p w:rsidR="009E293E" w:rsidRPr="006E5CE6" w:rsidRDefault="009E293E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Importancia</w:t>
            </w:r>
          </w:p>
        </w:tc>
        <w:tc>
          <w:tcPr>
            <w:tcW w:w="2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93E" w:rsidRPr="006E5CE6" w:rsidRDefault="00B55DCB" w:rsidP="00B55DCB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Proyecto </w:t>
            </w:r>
          </w:p>
        </w:tc>
      </w:tr>
      <w:tr w:rsidR="009E293E" w:rsidRPr="006E5CE6" w:rsidTr="00B55DCB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93E" w:rsidRPr="006E5CE6" w:rsidRDefault="009E293E" w:rsidP="00302E7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Negociación y mediación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93E" w:rsidRDefault="009E293E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Pertinencia</w:t>
            </w:r>
          </w:p>
          <w:p w:rsidR="009E293E" w:rsidRPr="006E5CE6" w:rsidRDefault="009E293E" w:rsidP="00302E7E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Iniciativa </w:t>
            </w:r>
          </w:p>
        </w:tc>
        <w:tc>
          <w:tcPr>
            <w:tcW w:w="2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93E" w:rsidRDefault="009E293E" w:rsidP="00B55DCB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Actas de reuniones</w:t>
            </w:r>
          </w:p>
          <w:p w:rsidR="009E293E" w:rsidRPr="006E5CE6" w:rsidRDefault="009E293E" w:rsidP="00B55DCB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Formatos diligenciados</w:t>
            </w:r>
          </w:p>
        </w:tc>
      </w:tr>
    </w:tbl>
    <w:tbl>
      <w:tblPr>
        <w:tblpPr w:leftFromText="141" w:rightFromText="141" w:vertAnchor="text" w:horzAnchor="margin" w:tblpY="311"/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2"/>
        <w:gridCol w:w="5424"/>
      </w:tblGrid>
      <w:tr w:rsidR="00F763AC" w:rsidRPr="001433A4" w:rsidTr="00302E7E">
        <w:tc>
          <w:tcPr>
            <w:tcW w:w="7442" w:type="dxa"/>
          </w:tcPr>
          <w:p w:rsidR="00F763AC" w:rsidRDefault="00F763AC" w:rsidP="00302E7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1433A4">
              <w:rPr>
                <w:rFonts w:ascii="Arial" w:hAnsi="Arial" w:cs="Arial"/>
                <w:b/>
                <w:sz w:val="20"/>
                <w:szCs w:val="20"/>
                <w:lang w:val="es-CO"/>
              </w:rPr>
              <w:t>Nombre completo del evaluado:</w:t>
            </w:r>
          </w:p>
          <w:p w:rsidR="00F763AC" w:rsidRPr="001433A4" w:rsidRDefault="009E293E" w:rsidP="00302E7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YOJAIRA </w:t>
            </w:r>
            <w:r w:rsidR="00B55DCB">
              <w:rPr>
                <w:rFonts w:ascii="Arial" w:hAnsi="Arial" w:cs="Arial"/>
                <w:b/>
                <w:sz w:val="20"/>
                <w:szCs w:val="20"/>
                <w:lang w:val="es-CO"/>
              </w:rPr>
              <w:t>DEL CARMEN PERALTA MERCADO</w:t>
            </w:r>
          </w:p>
        </w:tc>
        <w:tc>
          <w:tcPr>
            <w:tcW w:w="5424" w:type="dxa"/>
          </w:tcPr>
          <w:p w:rsidR="00F763AC" w:rsidRPr="001433A4" w:rsidRDefault="00F763AC" w:rsidP="00302E7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  <w:r w:rsidRPr="001433A4"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>Nombre completo del evaluador:</w:t>
            </w:r>
          </w:p>
          <w:p w:rsidR="00F763AC" w:rsidRPr="001433A4" w:rsidRDefault="00F763AC" w:rsidP="00302E7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</w:p>
        </w:tc>
      </w:tr>
      <w:tr w:rsidR="00F763AC" w:rsidRPr="001433A4" w:rsidTr="00302E7E">
        <w:tc>
          <w:tcPr>
            <w:tcW w:w="7442" w:type="dxa"/>
          </w:tcPr>
          <w:p w:rsidR="00F763AC" w:rsidRDefault="00F763AC" w:rsidP="00302E7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1433A4">
              <w:rPr>
                <w:rFonts w:ascii="Arial" w:hAnsi="Arial" w:cs="Arial"/>
                <w:b/>
                <w:sz w:val="20"/>
                <w:szCs w:val="20"/>
                <w:lang w:val="es-CO"/>
              </w:rPr>
              <w:t>Firma y número de cédula</w:t>
            </w:r>
          </w:p>
          <w:p w:rsidR="00F763AC" w:rsidRDefault="00F763AC" w:rsidP="00302E7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  <w:p w:rsidR="00F763AC" w:rsidRPr="001433A4" w:rsidRDefault="00B55DCB" w:rsidP="00302E7E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64576391 De Sincelejo</w:t>
            </w:r>
            <w:r w:rsidR="00F763AC" w:rsidRPr="001433A4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                       </w:t>
            </w:r>
          </w:p>
        </w:tc>
        <w:tc>
          <w:tcPr>
            <w:tcW w:w="5424" w:type="dxa"/>
          </w:tcPr>
          <w:p w:rsidR="00F763AC" w:rsidRPr="001433A4" w:rsidRDefault="00F763AC" w:rsidP="00302E7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  <w:r w:rsidRPr="001433A4"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>Firma y número de cédula</w:t>
            </w:r>
          </w:p>
          <w:p w:rsidR="00F763AC" w:rsidRPr="001433A4" w:rsidRDefault="00F763AC" w:rsidP="00302E7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</w:p>
        </w:tc>
      </w:tr>
      <w:tr w:rsidR="00F763AC" w:rsidRPr="001433A4" w:rsidTr="00302E7E">
        <w:tc>
          <w:tcPr>
            <w:tcW w:w="12866" w:type="dxa"/>
            <w:gridSpan w:val="2"/>
          </w:tcPr>
          <w:p w:rsidR="00F763AC" w:rsidRPr="001433A4" w:rsidRDefault="00F763AC" w:rsidP="00302E7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  <w:r w:rsidRPr="001433A4"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>Ciudad y fecha de concertación:</w:t>
            </w:r>
          </w:p>
          <w:p w:rsidR="00F763AC" w:rsidRPr="001433A4" w:rsidRDefault="00F763AC" w:rsidP="00302E7E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s-CO"/>
              </w:rPr>
            </w:pPr>
          </w:p>
        </w:tc>
      </w:tr>
    </w:tbl>
    <w:p w:rsidR="00F763AC" w:rsidRPr="001433A4" w:rsidRDefault="00F763AC" w:rsidP="00F763AC">
      <w:pPr>
        <w:rPr>
          <w:sz w:val="20"/>
          <w:szCs w:val="20"/>
        </w:rPr>
      </w:pPr>
    </w:p>
    <w:p w:rsidR="00F763AC" w:rsidRPr="001433A4" w:rsidRDefault="00F763AC" w:rsidP="00F763AC">
      <w:pPr>
        <w:rPr>
          <w:sz w:val="20"/>
          <w:szCs w:val="20"/>
        </w:rPr>
      </w:pPr>
    </w:p>
    <w:p w:rsidR="00F763AC" w:rsidRPr="001433A4" w:rsidRDefault="00F763AC" w:rsidP="00F763AC">
      <w:pPr>
        <w:rPr>
          <w:sz w:val="20"/>
          <w:szCs w:val="20"/>
        </w:rPr>
      </w:pPr>
    </w:p>
    <w:p w:rsidR="00F763AC" w:rsidRPr="001433A4" w:rsidRDefault="00F763AC" w:rsidP="00F763AC">
      <w:pPr>
        <w:rPr>
          <w:sz w:val="20"/>
          <w:szCs w:val="20"/>
        </w:rPr>
      </w:pPr>
    </w:p>
    <w:p w:rsidR="00C80775" w:rsidRPr="001433A4" w:rsidRDefault="00C80775" w:rsidP="00C80775">
      <w:pPr>
        <w:rPr>
          <w:sz w:val="20"/>
          <w:szCs w:val="20"/>
        </w:rPr>
      </w:pPr>
    </w:p>
    <w:p w:rsidR="00C80775" w:rsidRPr="001433A4" w:rsidRDefault="00C80775" w:rsidP="00C80775">
      <w:pPr>
        <w:rPr>
          <w:sz w:val="20"/>
          <w:szCs w:val="20"/>
        </w:rPr>
      </w:pPr>
    </w:p>
    <w:p w:rsidR="00C80775" w:rsidRPr="001433A4" w:rsidRDefault="00C80775" w:rsidP="00CD73EF">
      <w:pPr>
        <w:rPr>
          <w:sz w:val="20"/>
          <w:szCs w:val="20"/>
        </w:rPr>
      </w:pPr>
    </w:p>
    <w:sectPr w:rsidR="00C80775" w:rsidRPr="001433A4" w:rsidSect="00CD73E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3D49"/>
    <w:multiLevelType w:val="hybridMultilevel"/>
    <w:tmpl w:val="DB8C039A"/>
    <w:lvl w:ilvl="0" w:tplc="866C842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2481C"/>
    <w:multiLevelType w:val="hybridMultilevel"/>
    <w:tmpl w:val="188C32EE"/>
    <w:lvl w:ilvl="0" w:tplc="866C8422">
      <w:numFmt w:val="bullet"/>
      <w:lvlText w:val="-"/>
      <w:lvlJc w:val="left"/>
      <w:pPr>
        <w:ind w:left="791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2">
    <w:nsid w:val="67E33EBE"/>
    <w:multiLevelType w:val="hybridMultilevel"/>
    <w:tmpl w:val="580085F2"/>
    <w:lvl w:ilvl="0" w:tplc="866C842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9D05CB"/>
    <w:multiLevelType w:val="hybridMultilevel"/>
    <w:tmpl w:val="44B05ECA"/>
    <w:lvl w:ilvl="0" w:tplc="C524B0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EF309BB"/>
    <w:multiLevelType w:val="hybridMultilevel"/>
    <w:tmpl w:val="E0E429D2"/>
    <w:lvl w:ilvl="0" w:tplc="866C842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/>
  <w:rsids>
    <w:rsidRoot w:val="00594911"/>
    <w:rsid w:val="000564FD"/>
    <w:rsid w:val="00076294"/>
    <w:rsid w:val="000946E3"/>
    <w:rsid w:val="000B3A65"/>
    <w:rsid w:val="00137CFC"/>
    <w:rsid w:val="00142446"/>
    <w:rsid w:val="001433A4"/>
    <w:rsid w:val="001B3FA6"/>
    <w:rsid w:val="001C78D9"/>
    <w:rsid w:val="00210950"/>
    <w:rsid w:val="00211EE3"/>
    <w:rsid w:val="002B4962"/>
    <w:rsid w:val="002B5E18"/>
    <w:rsid w:val="002D4118"/>
    <w:rsid w:val="003578A8"/>
    <w:rsid w:val="00374416"/>
    <w:rsid w:val="00404615"/>
    <w:rsid w:val="00412F3B"/>
    <w:rsid w:val="00432BE3"/>
    <w:rsid w:val="00437488"/>
    <w:rsid w:val="00446050"/>
    <w:rsid w:val="0047477B"/>
    <w:rsid w:val="00494460"/>
    <w:rsid w:val="004B105A"/>
    <w:rsid w:val="004B6FE8"/>
    <w:rsid w:val="004C0BF0"/>
    <w:rsid w:val="0051714F"/>
    <w:rsid w:val="0053121D"/>
    <w:rsid w:val="00563B77"/>
    <w:rsid w:val="00586F3C"/>
    <w:rsid w:val="00594911"/>
    <w:rsid w:val="00595549"/>
    <w:rsid w:val="005B2AA9"/>
    <w:rsid w:val="005F2A8C"/>
    <w:rsid w:val="0060737E"/>
    <w:rsid w:val="006111D9"/>
    <w:rsid w:val="00677279"/>
    <w:rsid w:val="006B3935"/>
    <w:rsid w:val="006C1F3F"/>
    <w:rsid w:val="006E5CE6"/>
    <w:rsid w:val="00786B65"/>
    <w:rsid w:val="007958F5"/>
    <w:rsid w:val="007B08DB"/>
    <w:rsid w:val="00850C58"/>
    <w:rsid w:val="008D331F"/>
    <w:rsid w:val="008D5B98"/>
    <w:rsid w:val="0096155D"/>
    <w:rsid w:val="00993EF7"/>
    <w:rsid w:val="009E293E"/>
    <w:rsid w:val="00A741D6"/>
    <w:rsid w:val="00AF3724"/>
    <w:rsid w:val="00B55DCB"/>
    <w:rsid w:val="00B90205"/>
    <w:rsid w:val="00BD4A8E"/>
    <w:rsid w:val="00C70C48"/>
    <w:rsid w:val="00C80775"/>
    <w:rsid w:val="00C950B7"/>
    <w:rsid w:val="00CD73EF"/>
    <w:rsid w:val="00D9261B"/>
    <w:rsid w:val="00D92E21"/>
    <w:rsid w:val="00E34B72"/>
    <w:rsid w:val="00E70C07"/>
    <w:rsid w:val="00E80329"/>
    <w:rsid w:val="00EF34E7"/>
    <w:rsid w:val="00F44DDE"/>
    <w:rsid w:val="00F763AC"/>
    <w:rsid w:val="00FC4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3E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CD73EF"/>
    <w:pPr>
      <w:ind w:left="720"/>
      <w:contextualSpacing/>
    </w:pPr>
  </w:style>
  <w:style w:type="table" w:styleId="Tablaconcuadrcula">
    <w:name w:val="Table Grid"/>
    <w:basedOn w:val="Tablanormal"/>
    <w:rsid w:val="009E293E"/>
    <w:rPr>
      <w:rFonts w:ascii="Times New Roman" w:eastAsia="Times New Roman" w:hAnsi="Times New Roman"/>
      <w:lang w:val="es-CO"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OS%20RECUPERADOS\MESC\competencias%20funcionales%20mia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competencias funcionales mias.dotx</Template>
  <TotalTime>23</TotalTime>
  <Pages>5</Pages>
  <Words>935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Competencias funcionales</vt:lpstr>
    </vt:vector>
  </TitlesOfParts>
  <Company/>
  <LinksUpToDate>false</LinksUpToDate>
  <CharactersWithSpaces>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Competencias funcionales</dc:title>
  <dc:subject/>
  <dc:creator>ruth</dc:creator>
  <cp:keywords/>
  <cp:lastModifiedBy>WinuE</cp:lastModifiedBy>
  <cp:revision>4</cp:revision>
  <cp:lastPrinted>2011-07-14T12:54:00Z</cp:lastPrinted>
  <dcterms:created xsi:type="dcterms:W3CDTF">2011-02-16T00:49:00Z</dcterms:created>
  <dcterms:modified xsi:type="dcterms:W3CDTF">2011-07-14T12:57:00Z</dcterms:modified>
</cp:coreProperties>
</file>